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83D9D" w14:textId="5966C23F" w:rsidR="004A2CDD" w:rsidRPr="00251520" w:rsidRDefault="009B0535" w:rsidP="009B0535">
      <w:pPr>
        <w:pStyle w:val="Titel"/>
      </w:pPr>
      <w:r>
        <w:t>Praxisauftrag</w:t>
      </w:r>
    </w:p>
    <w:p w14:paraId="1B208EBF" w14:textId="50682E86" w:rsidR="00A825D2" w:rsidRPr="00A825D2" w:rsidRDefault="00E5584A" w:rsidP="009B4E47">
      <w:pPr>
        <w:pStyle w:val="Thema"/>
        <w:spacing w:after="120"/>
      </w:pPr>
      <w:r>
        <w:t>Projekte auswerten</w:t>
      </w:r>
    </w:p>
    <w:p w14:paraId="4B10FFA4" w14:textId="7BE80709" w:rsidR="00A532CF" w:rsidRPr="009B0535" w:rsidRDefault="009B4E47" w:rsidP="00A532CF">
      <w:pPr>
        <w:rPr>
          <w:b/>
          <w:bCs/>
        </w:rPr>
      </w:pPr>
      <w:r w:rsidRPr="009B0535">
        <w:rPr>
          <w:b/>
          <w:bCs/>
        </w:rPr>
        <w:t xml:space="preserve">Handlungskompetenz </w:t>
      </w:r>
      <w:r w:rsidR="001A48F6">
        <w:rPr>
          <w:b/>
          <w:bCs/>
        </w:rPr>
        <w:t>b4: Kaufmännische Projektmanagementaufgaben ausführen und Teilprojekte bearbeiten</w:t>
      </w:r>
    </w:p>
    <w:p w14:paraId="662C10A4" w14:textId="77777777" w:rsidR="00A532CF" w:rsidRDefault="00A532CF" w:rsidP="00A532CF"/>
    <w:p w14:paraId="3834AD8F" w14:textId="352E8DBC" w:rsidR="00C7659B" w:rsidRDefault="00C7659B" w:rsidP="001A48F6">
      <w:pPr>
        <w:pStyle w:val="Untertitel"/>
      </w:pPr>
      <w:r>
        <w:t>Ausgangslage</w:t>
      </w:r>
    </w:p>
    <w:p w14:paraId="29805BE7" w14:textId="661D2AEC" w:rsidR="00E5584A" w:rsidRDefault="00E5584A" w:rsidP="00E5584A">
      <w:r>
        <w:t xml:space="preserve">Zu </w:t>
      </w:r>
      <w:r w:rsidR="0087262A">
        <w:t xml:space="preserve">jedem </w:t>
      </w:r>
      <w:r>
        <w:t>Projektabschluss gehört auch eine Auswertung. Dabei bewertest du das Projektresultat und beurteilst</w:t>
      </w:r>
      <w:r w:rsidR="005F3264">
        <w:t xml:space="preserve"> zusammen in Kooperation mit der Projektleitung, ob das Projektziel erreicht wurde.</w:t>
      </w:r>
      <w:r>
        <w:t xml:space="preserve"> Eine solche Auswertung hilft dir und den Projektleitenden, Schlussfolgerungen zu ziehen und Verbesserungsmöglichkeiten für zukünftige Projekte zu erkennen. Mit diesem Praxisauftrag kannst du ein Projekt zielführend auswerten.</w:t>
      </w:r>
    </w:p>
    <w:p w14:paraId="55C8F259" w14:textId="190635E6" w:rsidR="00E5584A" w:rsidRDefault="00E5584A" w:rsidP="00E87A99"/>
    <w:p w14:paraId="1E4E6BCF" w14:textId="77777777" w:rsidR="00E5584A" w:rsidRDefault="00E5584A" w:rsidP="00E87A99"/>
    <w:p w14:paraId="7D2284C7" w14:textId="77777777" w:rsidR="00E87A99" w:rsidRDefault="00E87A99" w:rsidP="00D2699C">
      <w:pPr>
        <w:pStyle w:val="Untertitel"/>
      </w:pPr>
      <w:r>
        <w:t xml:space="preserve">Aufgabenstellung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8"/>
        <w:gridCol w:w="5908"/>
      </w:tblGrid>
      <w:tr w:rsidR="00E966C7" w14:paraId="50E5111C" w14:textId="77777777" w:rsidTr="00E966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6" w:type="dxa"/>
          </w:tcPr>
          <w:p w14:paraId="304CD329" w14:textId="77777777" w:rsidR="00E966C7" w:rsidRDefault="00E966C7" w:rsidP="00C7659B"/>
        </w:tc>
        <w:tc>
          <w:tcPr>
            <w:tcW w:w="5953" w:type="dxa"/>
          </w:tcPr>
          <w:p w14:paraId="0E4D91F5" w14:textId="77777777" w:rsidR="00E966C7" w:rsidRDefault="00E966C7" w:rsidP="00C7659B"/>
        </w:tc>
      </w:tr>
      <w:tr w:rsidR="00E966C7" w14:paraId="6B0927C4" w14:textId="77777777" w:rsidTr="00E966C7">
        <w:tc>
          <w:tcPr>
            <w:tcW w:w="1526" w:type="dxa"/>
          </w:tcPr>
          <w:p w14:paraId="7ECE4658" w14:textId="77777777" w:rsidR="00E966C7" w:rsidRDefault="00E966C7" w:rsidP="00C7659B">
            <w:r>
              <w:t>Teilaufgabe 1:</w:t>
            </w:r>
          </w:p>
        </w:tc>
        <w:tc>
          <w:tcPr>
            <w:tcW w:w="5953" w:type="dxa"/>
          </w:tcPr>
          <w:p w14:paraId="4A6DA2BE" w14:textId="5BBFAA7C" w:rsidR="004F5235" w:rsidRDefault="0087262A" w:rsidP="00DD1533">
            <w:r>
              <w:t xml:space="preserve">Arbeite aktiv in einem Projekt </w:t>
            </w:r>
            <w:r w:rsidR="00681C58">
              <w:t xml:space="preserve">oder bei einem Arbeitspaket </w:t>
            </w:r>
            <w:r>
              <w:t xml:space="preserve">in deinem Betrieb mit. </w:t>
            </w:r>
            <w:r w:rsidR="00E5584A">
              <w:t>Halte während des Projekts in einem zentralen Dokument laufend fest, wenn dir etwas</w:t>
            </w:r>
            <w:r w:rsidR="005F3264">
              <w:t xml:space="preserve"> zum Projektverlauf oder ein besonderes Vorkommnis</w:t>
            </w:r>
            <w:r w:rsidR="00E5584A">
              <w:t xml:space="preserve"> auffällt, wie z.B. Hindernisse, Fehler, gute Rückmeldungen. </w:t>
            </w:r>
          </w:p>
        </w:tc>
      </w:tr>
      <w:tr w:rsidR="00071546" w14:paraId="0E4F35E0" w14:textId="77777777" w:rsidTr="00F6264E">
        <w:tc>
          <w:tcPr>
            <w:tcW w:w="1526" w:type="dxa"/>
          </w:tcPr>
          <w:p w14:paraId="594774C0" w14:textId="77777777" w:rsidR="00071546" w:rsidRDefault="00BA281F" w:rsidP="00F6264E">
            <w:r>
              <w:t>Teilaufgabe 2</w:t>
            </w:r>
            <w:r w:rsidR="00071546">
              <w:t>:</w:t>
            </w:r>
          </w:p>
        </w:tc>
        <w:tc>
          <w:tcPr>
            <w:tcW w:w="5953" w:type="dxa"/>
          </w:tcPr>
          <w:p w14:paraId="2556CEFB" w14:textId="3F4CFC9A" w:rsidR="00071546" w:rsidRDefault="005F3264" w:rsidP="00DE3BD1">
            <w:r>
              <w:t>Bitte die Projektleitung darum, dass du bei der Auswertung des Projekterfolgs mitarbeiten kannst. Bring dabei dein «Tagebuch» aus Teilaufgabe 1 mit ein.</w:t>
            </w:r>
          </w:p>
        </w:tc>
      </w:tr>
      <w:tr w:rsidR="005F3264" w14:paraId="72EA4816" w14:textId="77777777" w:rsidTr="00F6264E">
        <w:tc>
          <w:tcPr>
            <w:tcW w:w="1526" w:type="dxa"/>
          </w:tcPr>
          <w:p w14:paraId="671D24A8" w14:textId="77A109A6" w:rsidR="005F3264" w:rsidRDefault="005F3264" w:rsidP="00F6264E">
            <w:r>
              <w:t>Teilaufgabe 3:</w:t>
            </w:r>
          </w:p>
        </w:tc>
        <w:tc>
          <w:tcPr>
            <w:tcW w:w="5953" w:type="dxa"/>
          </w:tcPr>
          <w:p w14:paraId="64141EB1" w14:textId="57044F6A" w:rsidR="005F3264" w:rsidRDefault="005F3264" w:rsidP="00DE3BD1">
            <w:r>
              <w:t xml:space="preserve">Werte für dich persönlich aus, wie du selbst im Projekt </w:t>
            </w:r>
            <w:r w:rsidR="00681C58">
              <w:t xml:space="preserve">oder Arbeitspaket </w:t>
            </w:r>
            <w:r>
              <w:t>mitgearbeitet hast. Halte in deinem «Tagebuch» aus Teilaufgabe 1 deine Reflexionsergebnisse fest.</w:t>
            </w:r>
          </w:p>
        </w:tc>
      </w:tr>
      <w:tr w:rsidR="00823E4E" w14:paraId="5ABB9E10" w14:textId="77777777" w:rsidTr="00F6264E">
        <w:tc>
          <w:tcPr>
            <w:tcW w:w="1526" w:type="dxa"/>
          </w:tcPr>
          <w:p w14:paraId="0FD278D1" w14:textId="5BAA2842" w:rsidR="00823E4E" w:rsidRDefault="00007807" w:rsidP="00F6264E">
            <w:r>
              <w:t xml:space="preserve">Teilaufgabe </w:t>
            </w:r>
            <w:r w:rsidR="005F3264">
              <w:t>4</w:t>
            </w:r>
            <w:r w:rsidR="00823E4E">
              <w:t>:</w:t>
            </w:r>
          </w:p>
        </w:tc>
        <w:tc>
          <w:tcPr>
            <w:tcW w:w="5953" w:type="dxa"/>
          </w:tcPr>
          <w:p w14:paraId="1871A45F" w14:textId="77777777" w:rsidR="00823E4E" w:rsidRDefault="00E97D64" w:rsidP="00F6264E">
            <w:r w:rsidRPr="00E97D64">
              <w:rPr>
                <w:color w:val="auto"/>
              </w:rPr>
              <w:t>Dokumentiere und reflektiere deine Ergebnisse in deiner Lerndokumentation.</w:t>
            </w:r>
            <w:r w:rsidR="00251520" w:rsidRPr="00E97D64">
              <w:rPr>
                <w:color w:val="auto"/>
              </w:rPr>
              <w:t xml:space="preserve"> </w:t>
            </w:r>
            <w:r w:rsidR="0053555E" w:rsidRPr="00E97D64">
              <w:t xml:space="preserve"> </w:t>
            </w:r>
          </w:p>
        </w:tc>
      </w:tr>
    </w:tbl>
    <w:p w14:paraId="6AABA593" w14:textId="77777777" w:rsidR="009B59A7" w:rsidRDefault="009B59A7" w:rsidP="009B59A7"/>
    <w:p w14:paraId="55FBE978" w14:textId="389CC3DF" w:rsidR="00C7659B" w:rsidRDefault="00D2699C" w:rsidP="00D2699C">
      <w:pPr>
        <w:pStyle w:val="Untertitel"/>
      </w:pPr>
      <w:r>
        <w:t>Hinweise zur Lösung</w:t>
      </w:r>
    </w:p>
    <w:p w14:paraId="358B3C1B" w14:textId="201768BC" w:rsidR="00DA1FE5" w:rsidRDefault="00E5584A" w:rsidP="009B59A7">
      <w:r>
        <w:t>Geh in Teilaufgabe 2 auch nach den Vorgaben der Projektleitung vor, wenn du welche erhalten hast.</w:t>
      </w:r>
    </w:p>
    <w:p w14:paraId="08B4A3B5" w14:textId="77777777" w:rsidR="00DA1FE5" w:rsidRDefault="00DA1FE5" w:rsidP="009B59A7"/>
    <w:p w14:paraId="6FDBE5AB" w14:textId="77777777" w:rsidR="009848AB" w:rsidRDefault="009848AB" w:rsidP="009848AB">
      <w:pPr>
        <w:pStyle w:val="Untertitel"/>
      </w:pPr>
      <w:r>
        <w:t>Organisation</w:t>
      </w:r>
    </w:p>
    <w:p w14:paraId="6206B1B4" w14:textId="77777777" w:rsidR="009848AB" w:rsidRDefault="002B5348" w:rsidP="009848AB">
      <w:r>
        <w:t>Führe deinen</w:t>
      </w:r>
      <w:r w:rsidR="009848AB">
        <w:t xml:space="preserve"> Praxisauftrag direkt in </w:t>
      </w:r>
      <w:r>
        <w:t>deinem</w:t>
      </w:r>
      <w:r w:rsidR="009848AB">
        <w:t xml:space="preserve"> Arbeitsalltag anhand eines konkreten Falls oder einer konkreten Situation aus der Praxis aus.</w:t>
      </w:r>
    </w:p>
    <w:p w14:paraId="35DC257A" w14:textId="77777777" w:rsidR="009848AB" w:rsidRDefault="009848AB" w:rsidP="009848AB"/>
    <w:p w14:paraId="5996800D" w14:textId="77777777" w:rsidR="009B59A7" w:rsidRDefault="009848AB" w:rsidP="009848AB">
      <w:r>
        <w:t xml:space="preserve">Für die Dokumentation </w:t>
      </w:r>
      <w:r w:rsidR="002B5348">
        <w:t>deines</w:t>
      </w:r>
      <w:r>
        <w:t xml:space="preserve"> Vorgehens </w:t>
      </w:r>
      <w:r w:rsidR="002B5348">
        <w:t>benötigst du</w:t>
      </w:r>
      <w:r>
        <w:t xml:space="preserve"> je nach Aufwand zwischen 30 und 90 Minuten.</w:t>
      </w:r>
    </w:p>
    <w:p w14:paraId="7DBB5E8B" w14:textId="77777777" w:rsidR="00980CAC" w:rsidRDefault="00980CAC" w:rsidP="00C7659B"/>
    <w:p w14:paraId="1826E2F3" w14:textId="77777777" w:rsidR="00980CAC" w:rsidRDefault="00980CAC" w:rsidP="00C7659B"/>
    <w:p w14:paraId="26DD3FD9" w14:textId="77777777" w:rsidR="00980CAC" w:rsidRDefault="00980CAC" w:rsidP="00C7659B"/>
    <w:p w14:paraId="10E72AD2" w14:textId="77777777" w:rsidR="00980CAC" w:rsidRDefault="00980CAC" w:rsidP="00C7659B"/>
    <w:p w14:paraId="0F627C9B" w14:textId="77777777" w:rsidR="00980CAC" w:rsidRDefault="00980CAC" w:rsidP="00C7659B"/>
    <w:p w14:paraId="5052F045" w14:textId="77777777" w:rsidR="00980CAC" w:rsidRDefault="00980CAC" w:rsidP="00C7659B"/>
    <w:p w14:paraId="18D8561E" w14:textId="77777777" w:rsidR="00980CAC" w:rsidRDefault="00980CAC" w:rsidP="00C7659B"/>
    <w:p w14:paraId="3E6C8894" w14:textId="77777777" w:rsidR="00980CAC" w:rsidRDefault="00980CAC" w:rsidP="00C7659B"/>
    <w:p w14:paraId="64C05AC6" w14:textId="77777777" w:rsidR="00980CAC" w:rsidRPr="00C7659B" w:rsidRDefault="00980CAC" w:rsidP="00C7659B"/>
    <w:sectPr w:rsidR="00980CAC" w:rsidRPr="00C7659B" w:rsidSect="00392737">
      <w:headerReference w:type="default" r:id="rId8"/>
      <w:footerReference w:type="default" r:id="rId9"/>
      <w:headerReference w:type="first" r:id="rId10"/>
      <w:pgSz w:w="11906" w:h="16838" w:code="9"/>
      <w:pgMar w:top="2552" w:right="3119" w:bottom="1985" w:left="1361" w:header="28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15091" w14:textId="77777777" w:rsidR="00631BCC" w:rsidRDefault="00631BCC" w:rsidP="00534DD6">
      <w:pPr>
        <w:spacing w:line="240" w:lineRule="auto"/>
      </w:pPr>
      <w:r>
        <w:separator/>
      </w:r>
    </w:p>
    <w:p w14:paraId="7A3C7C0D" w14:textId="77777777" w:rsidR="00631BCC" w:rsidRDefault="00631BCC"/>
  </w:endnote>
  <w:endnote w:type="continuationSeparator" w:id="0">
    <w:p w14:paraId="4ADBCFB5" w14:textId="77777777" w:rsidR="00631BCC" w:rsidRDefault="00631BCC" w:rsidP="00534DD6">
      <w:pPr>
        <w:spacing w:line="240" w:lineRule="auto"/>
      </w:pPr>
      <w:r>
        <w:continuationSeparator/>
      </w:r>
    </w:p>
    <w:p w14:paraId="6DBC2480" w14:textId="77777777" w:rsidR="00631BCC" w:rsidRDefault="00631B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879CF" w14:textId="4953243F" w:rsidR="00792BF0" w:rsidRPr="0006080E" w:rsidRDefault="00980CAC" w:rsidP="0006080E">
    <w:pPr>
      <w:pStyle w:val="Fuzeile"/>
      <w:tabs>
        <w:tab w:val="clear" w:pos="9072"/>
        <w:tab w:val="right" w:pos="7086"/>
      </w:tabs>
      <w:rPr>
        <w:sz w:val="16"/>
        <w:szCs w:val="16"/>
      </w:rPr>
    </w:pPr>
    <w:r>
      <w:rPr>
        <w:sz w:val="16"/>
        <w:szCs w:val="16"/>
      </w:rPr>
      <w:t xml:space="preserve">Praxisauftrag: </w:t>
    </w:r>
    <w:r w:rsidR="00E5584A">
      <w:rPr>
        <w:sz w:val="16"/>
        <w:szCs w:val="16"/>
      </w:rPr>
      <w:t>Projekte auswerten</w:t>
    </w:r>
    <w:r w:rsidR="002472A8">
      <w:rPr>
        <w:sz w:val="16"/>
        <w:szCs w:val="16"/>
      </w:rPr>
      <w:tab/>
    </w:r>
    <w:r w:rsidR="002472A8">
      <w:rPr>
        <w:sz w:val="16"/>
        <w:szCs w:val="16"/>
      </w:rPr>
      <w:tab/>
    </w:r>
    <w:r w:rsidR="002472A8" w:rsidRPr="002472A8">
      <w:rPr>
        <w:sz w:val="16"/>
        <w:szCs w:val="16"/>
        <w:lang w:val="de-DE"/>
      </w:rPr>
      <w:t xml:space="preserve">Seite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PAGE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  <w:r w:rsidR="002472A8" w:rsidRPr="002472A8">
      <w:rPr>
        <w:sz w:val="16"/>
        <w:szCs w:val="16"/>
        <w:lang w:val="de-DE"/>
      </w:rPr>
      <w:t xml:space="preserve"> von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NUMPAGES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D6E33" w14:textId="77777777" w:rsidR="00631BCC" w:rsidRDefault="00631BCC" w:rsidP="00534DD6">
      <w:pPr>
        <w:spacing w:line="240" w:lineRule="auto"/>
      </w:pPr>
      <w:r>
        <w:separator/>
      </w:r>
    </w:p>
    <w:p w14:paraId="583950B3" w14:textId="77777777" w:rsidR="00631BCC" w:rsidRDefault="00631BCC"/>
  </w:footnote>
  <w:footnote w:type="continuationSeparator" w:id="0">
    <w:p w14:paraId="230F6CBA" w14:textId="77777777" w:rsidR="00631BCC" w:rsidRDefault="00631BCC" w:rsidP="00534DD6">
      <w:pPr>
        <w:spacing w:line="240" w:lineRule="auto"/>
      </w:pPr>
      <w:r>
        <w:continuationSeparator/>
      </w:r>
    </w:p>
    <w:p w14:paraId="21CAD0EC" w14:textId="77777777" w:rsidR="00631BCC" w:rsidRDefault="00631B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371972"/>
      <w:docPartObj>
        <w:docPartGallery w:val="Watermarks"/>
        <w:docPartUnique/>
      </w:docPartObj>
    </w:sdtPr>
    <w:sdtEndPr/>
    <w:sdtContent>
      <w:p w14:paraId="010FD369" w14:textId="214A2251" w:rsidR="001A48F6" w:rsidRDefault="00631BCC">
        <w:pPr>
          <w:pStyle w:val="Kopfzeile"/>
        </w:pPr>
        <w:r>
          <w:rPr>
            <w:noProof/>
          </w:rPr>
          <w:pict w14:anchorId="6D3EE89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MSIPWM0PowerPlusWaterMarkObject" o:spid="_x0000_s2049" type="#_x0000_t136" alt="{&quot;HashCode&quot;:1162763175,&quot;Height&quot;:841.0,&quot;Width&quot;:595.0,&quot;Placement&quot;:&quot;Header&quot;,&quot;Index&quot;:&quot;Primary&quot;,&quot;Section&quot;:1,&quot;Top&quot;:-999995.0,&quot;Left&quot;:-999995.0}" style="position:absolute;left:0;text-align:left;margin-left:0;margin-top:0;width:15.35pt;height:2.5pt;z-index:-251657216;mso-position-horizontal:center;mso-position-horizontal-relative:margin;mso-position-vertical:center;mso-position-vertical-relative:margin" o:allowincell="f" stroked="f">
              <v:textpath style="font-family:&quot;arial&quot;;font-size:2pt" string="##ch_internal##"/>
              <w10:wrap anchorx="margin" anchory="margin"/>
            </v:shape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7637240"/>
      <w:docPartObj>
        <w:docPartGallery w:val="Watermarks"/>
        <w:docPartUnique/>
      </w:docPartObj>
    </w:sdtPr>
    <w:sdtEndPr/>
    <w:sdtContent>
      <w:p w14:paraId="233860B8" w14:textId="02D314E4" w:rsidR="001A48F6" w:rsidRDefault="00631BCC">
        <w:pPr>
          <w:pStyle w:val="Kopfzeile"/>
        </w:pPr>
        <w:r>
          <w:rPr>
            <w:noProof/>
          </w:rPr>
          <w:pict w14:anchorId="001F146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MSIPWM1PowerPlusWaterMarkObject" o:spid="_x0000_s2050" type="#_x0000_t136" alt="{&quot;HashCode&quot;:1162763175,&quot;Height&quot;:841.0,&quot;Width&quot;:595.0,&quot;Placement&quot;:&quot;Header&quot;,&quot;Index&quot;:&quot;FirstPage&quot;,&quot;Section&quot;:1,&quot;Top&quot;:-999995.0,&quot;Left&quot;:-999995.0}" style="position:absolute;left:0;text-align:left;margin-left:0;margin-top:0;width:15.35pt;height:2.5pt;z-index:-251655168;mso-position-horizontal:center;mso-position-horizontal-relative:margin;mso-position-vertical:center;mso-position-vertical-relative:margin" o:allowincell="f" stroked="f">
              <v:textpath style="font-family:&quot;arial&quot;;font-size:2pt" string="##ch_internal##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149ADA0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48E898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FB1019C8"/>
    <w:lvl w:ilvl="0">
      <w:start w:val="1"/>
      <w:numFmt w:val="bullet"/>
      <w:pStyle w:val="Aufzhlungszeichen3"/>
      <w:lvlText w:val="–"/>
      <w:lvlJc w:val="left"/>
      <w:pPr>
        <w:ind w:left="700" w:hanging="360"/>
      </w:pPr>
      <w:rPr>
        <w:rFonts w:ascii="Calibri Light" w:hAnsi="Calibri Light" w:hint="default"/>
      </w:rPr>
    </w:lvl>
  </w:abstractNum>
  <w:abstractNum w:abstractNumId="3" w15:restartNumberingAfterBreak="0">
    <w:nsid w:val="FFFFFF83"/>
    <w:multiLevelType w:val="singleLevel"/>
    <w:tmpl w:val="9D42557A"/>
    <w:lvl w:ilvl="0">
      <w:start w:val="1"/>
      <w:numFmt w:val="bullet"/>
      <w:pStyle w:val="Aufzhlungszeichen2"/>
      <w:lvlText w:val="–"/>
      <w:lvlJc w:val="left"/>
      <w:pPr>
        <w:ind w:left="530" w:hanging="360"/>
      </w:pPr>
      <w:rPr>
        <w:rFonts w:ascii="Calibri Light" w:hAnsi="Calibri Light" w:hint="default"/>
      </w:rPr>
    </w:lvl>
  </w:abstractNum>
  <w:abstractNum w:abstractNumId="4" w15:restartNumberingAfterBreak="0">
    <w:nsid w:val="FFFFFF88"/>
    <w:multiLevelType w:val="singleLevel"/>
    <w:tmpl w:val="9B80277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FFFFFF89"/>
    <w:multiLevelType w:val="singleLevel"/>
    <w:tmpl w:val="145A270E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Calibri Light" w:hAnsi="Calibri Light" w:hint="default"/>
      </w:rPr>
    </w:lvl>
  </w:abstractNum>
  <w:abstractNum w:abstractNumId="6" w15:restartNumberingAfterBreak="0">
    <w:nsid w:val="0E080BB0"/>
    <w:multiLevelType w:val="multilevel"/>
    <w:tmpl w:val="5C9E886C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D542C92"/>
    <w:multiLevelType w:val="hybridMultilevel"/>
    <w:tmpl w:val="18329A0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autoHyphenation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8F6"/>
    <w:rsid w:val="00007807"/>
    <w:rsid w:val="00040FAB"/>
    <w:rsid w:val="00051D3C"/>
    <w:rsid w:val="000527DA"/>
    <w:rsid w:val="0006080E"/>
    <w:rsid w:val="00071546"/>
    <w:rsid w:val="00077DD2"/>
    <w:rsid w:val="00086A2C"/>
    <w:rsid w:val="000B16EA"/>
    <w:rsid w:val="001067CD"/>
    <w:rsid w:val="001241FD"/>
    <w:rsid w:val="00147918"/>
    <w:rsid w:val="00155FCC"/>
    <w:rsid w:val="001651B6"/>
    <w:rsid w:val="001A48F6"/>
    <w:rsid w:val="001A74BC"/>
    <w:rsid w:val="001B008C"/>
    <w:rsid w:val="001B07D7"/>
    <w:rsid w:val="001B6F6D"/>
    <w:rsid w:val="001B7D40"/>
    <w:rsid w:val="001D54F5"/>
    <w:rsid w:val="001F7C12"/>
    <w:rsid w:val="00216546"/>
    <w:rsid w:val="002472A8"/>
    <w:rsid w:val="00250FFF"/>
    <w:rsid w:val="00251520"/>
    <w:rsid w:val="00254785"/>
    <w:rsid w:val="002601DA"/>
    <w:rsid w:val="002621BB"/>
    <w:rsid w:val="002A477F"/>
    <w:rsid w:val="002B5348"/>
    <w:rsid w:val="002C777D"/>
    <w:rsid w:val="002D74EA"/>
    <w:rsid w:val="002E0AD8"/>
    <w:rsid w:val="0030053A"/>
    <w:rsid w:val="00323580"/>
    <w:rsid w:val="00336FFD"/>
    <w:rsid w:val="00370B3A"/>
    <w:rsid w:val="00392737"/>
    <w:rsid w:val="003A79A1"/>
    <w:rsid w:val="003C0608"/>
    <w:rsid w:val="003C0DD4"/>
    <w:rsid w:val="00452C06"/>
    <w:rsid w:val="00461B48"/>
    <w:rsid w:val="00462396"/>
    <w:rsid w:val="00471D25"/>
    <w:rsid w:val="004A2CDD"/>
    <w:rsid w:val="004B4054"/>
    <w:rsid w:val="004D62FF"/>
    <w:rsid w:val="004E378A"/>
    <w:rsid w:val="004F5235"/>
    <w:rsid w:val="005151B3"/>
    <w:rsid w:val="0051705E"/>
    <w:rsid w:val="005318F6"/>
    <w:rsid w:val="00534DD6"/>
    <w:rsid w:val="0053555E"/>
    <w:rsid w:val="00547403"/>
    <w:rsid w:val="005F3264"/>
    <w:rsid w:val="006013E0"/>
    <w:rsid w:val="006031B6"/>
    <w:rsid w:val="00631BCC"/>
    <w:rsid w:val="0067508D"/>
    <w:rsid w:val="00677266"/>
    <w:rsid w:val="00681C58"/>
    <w:rsid w:val="00695EBA"/>
    <w:rsid w:val="006A669B"/>
    <w:rsid w:val="006B094D"/>
    <w:rsid w:val="006B79FE"/>
    <w:rsid w:val="006C353E"/>
    <w:rsid w:val="00743024"/>
    <w:rsid w:val="00771F6B"/>
    <w:rsid w:val="00792BF0"/>
    <w:rsid w:val="00793B26"/>
    <w:rsid w:val="00796A6A"/>
    <w:rsid w:val="007A59D3"/>
    <w:rsid w:val="007D47FB"/>
    <w:rsid w:val="00807BA1"/>
    <w:rsid w:val="00823E4E"/>
    <w:rsid w:val="008672D7"/>
    <w:rsid w:val="0087262A"/>
    <w:rsid w:val="008C10C6"/>
    <w:rsid w:val="008D45EE"/>
    <w:rsid w:val="008E0562"/>
    <w:rsid w:val="008F3C75"/>
    <w:rsid w:val="009075B1"/>
    <w:rsid w:val="009456B2"/>
    <w:rsid w:val="0095032B"/>
    <w:rsid w:val="00970FDA"/>
    <w:rsid w:val="009761D1"/>
    <w:rsid w:val="00980CAC"/>
    <w:rsid w:val="009848AB"/>
    <w:rsid w:val="00994635"/>
    <w:rsid w:val="009A52CB"/>
    <w:rsid w:val="009B0535"/>
    <w:rsid w:val="009B4E47"/>
    <w:rsid w:val="009B59A7"/>
    <w:rsid w:val="009C3E11"/>
    <w:rsid w:val="009D0925"/>
    <w:rsid w:val="00A50F24"/>
    <w:rsid w:val="00A532CF"/>
    <w:rsid w:val="00A825D2"/>
    <w:rsid w:val="00A90F76"/>
    <w:rsid w:val="00AE1457"/>
    <w:rsid w:val="00B036BD"/>
    <w:rsid w:val="00B11687"/>
    <w:rsid w:val="00B46F82"/>
    <w:rsid w:val="00B50093"/>
    <w:rsid w:val="00B555E4"/>
    <w:rsid w:val="00B6217B"/>
    <w:rsid w:val="00B67D64"/>
    <w:rsid w:val="00B75665"/>
    <w:rsid w:val="00BA09B4"/>
    <w:rsid w:val="00BA281F"/>
    <w:rsid w:val="00BA2DA1"/>
    <w:rsid w:val="00BB4683"/>
    <w:rsid w:val="00BE2ABD"/>
    <w:rsid w:val="00C0409F"/>
    <w:rsid w:val="00C453FE"/>
    <w:rsid w:val="00C56A9D"/>
    <w:rsid w:val="00C7659B"/>
    <w:rsid w:val="00CD72EC"/>
    <w:rsid w:val="00D21CA9"/>
    <w:rsid w:val="00D2699C"/>
    <w:rsid w:val="00DA1FE5"/>
    <w:rsid w:val="00DB718D"/>
    <w:rsid w:val="00DD1533"/>
    <w:rsid w:val="00DE350B"/>
    <w:rsid w:val="00DE3BD1"/>
    <w:rsid w:val="00DE6163"/>
    <w:rsid w:val="00E0072A"/>
    <w:rsid w:val="00E010D1"/>
    <w:rsid w:val="00E37B3D"/>
    <w:rsid w:val="00E42531"/>
    <w:rsid w:val="00E5584A"/>
    <w:rsid w:val="00E63AA9"/>
    <w:rsid w:val="00E72202"/>
    <w:rsid w:val="00E87A99"/>
    <w:rsid w:val="00E966C7"/>
    <w:rsid w:val="00E97D64"/>
    <w:rsid w:val="00EB7596"/>
    <w:rsid w:val="00EC2A1E"/>
    <w:rsid w:val="00EC481B"/>
    <w:rsid w:val="00F13290"/>
    <w:rsid w:val="00F83F75"/>
    <w:rsid w:val="00FB5550"/>
    <w:rsid w:val="00FC540E"/>
    <w:rsid w:val="00FD4719"/>
    <w:rsid w:val="00FD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64602FDE"/>
  <w15:docId w15:val="{DA50E30A-BE05-4784-93E9-2EEEC9A7D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1"/>
        <w:sz w:val="21"/>
        <w:szCs w:val="21"/>
        <w:lang w:val="de-CH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/>
    <w:lsdException w:name="List Number" w:uiPriority="3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2"/>
    <w:lsdException w:name="List Bullet 3" w:uiPriority="2"/>
    <w:lsdException w:name="List Bullet 4" w:semiHidden="1" w:unhideWhenUsed="1"/>
    <w:lsdException w:name="List Bullet 5" w:semiHidden="1" w:unhideWhenUsed="1"/>
    <w:lsdException w:name="List Number 2" w:uiPriority="3"/>
    <w:lsdException w:name="List Number 3" w:uiPriority="3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2396"/>
    <w:pPr>
      <w:spacing w:line="300" w:lineRule="exact"/>
      <w:jc w:val="both"/>
    </w:pPr>
    <w:rPr>
      <w:rFonts w:ascii="Calibri Light" w:hAnsi="Calibri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2396"/>
    <w:pPr>
      <w:numPr>
        <w:numId w:val="1"/>
      </w:numPr>
      <w:pBdr>
        <w:bottom w:val="single" w:sz="12" w:space="2" w:color="000000" w:themeColor="text1"/>
      </w:pBdr>
      <w:spacing w:after="510"/>
      <w:outlineLvl w:val="0"/>
    </w:pPr>
    <w:rPr>
      <w:rFonts w:ascii="Calibri" w:eastAsiaTheme="majorEastAsia" w:hAnsi="Calibri" w:cstheme="majorBidi"/>
      <w:b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62396"/>
    <w:pPr>
      <w:widowControl w:val="0"/>
      <w:numPr>
        <w:ilvl w:val="1"/>
      </w:numPr>
      <w:pBdr>
        <w:top w:val="single" w:sz="8" w:space="1" w:color="FFFFFF" w:themeColor="background1"/>
        <w:bottom w:val="single" w:sz="4" w:space="2" w:color="000000" w:themeColor="text1"/>
      </w:pBdr>
      <w:spacing w:after="284"/>
      <w:textboxTightWrap w:val="allLines"/>
      <w:outlineLvl w:val="1"/>
    </w:pPr>
    <w:rPr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BE2ABD"/>
    <w:pPr>
      <w:numPr>
        <w:ilvl w:val="2"/>
      </w:numPr>
      <w:pBdr>
        <w:top w:val="none" w:sz="0" w:space="0" w:color="auto"/>
      </w:pBdr>
      <w:spacing w:after="170"/>
      <w:outlineLvl w:val="2"/>
    </w:pPr>
    <w:rPr>
      <w:sz w:val="19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BE2ABD"/>
    <w:pPr>
      <w:widowControl/>
      <w:numPr>
        <w:ilvl w:val="3"/>
      </w:numPr>
      <w:pBdr>
        <w:top w:val="single" w:sz="8" w:space="1" w:color="FFFFFF" w:themeColor="background1"/>
      </w:pBdr>
      <w:spacing w:before="40"/>
      <w:ind w:left="862" w:hanging="862"/>
      <w:outlineLvl w:val="3"/>
    </w:pPr>
    <w:rPr>
      <w:iCs/>
    </w:rPr>
  </w:style>
  <w:style w:type="paragraph" w:styleId="berschrift5">
    <w:name w:val="heading 5"/>
    <w:basedOn w:val="berschrift4"/>
    <w:next w:val="Standard"/>
    <w:link w:val="berschrift5Zchn"/>
    <w:uiPriority w:val="9"/>
    <w:unhideWhenUsed/>
    <w:qFormat/>
    <w:rsid w:val="00BE2ABD"/>
    <w:pPr>
      <w:numPr>
        <w:ilvl w:val="4"/>
      </w:numPr>
      <w:pBdr>
        <w:top w:val="none" w:sz="0" w:space="0" w:color="auto"/>
      </w:pBdr>
      <w:spacing w:before="0"/>
      <w:ind w:left="1009" w:hanging="1009"/>
      <w:outlineLvl w:val="4"/>
    </w:pPr>
  </w:style>
  <w:style w:type="paragraph" w:styleId="berschrift6">
    <w:name w:val="heading 6"/>
    <w:basedOn w:val="Standard"/>
    <w:next w:val="Standard"/>
    <w:link w:val="berschrift6Zchn"/>
    <w:uiPriority w:val="9"/>
    <w:semiHidden/>
    <w:rsid w:val="002472A8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004E71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472A8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004E71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472A8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472A8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4DD6"/>
  </w:style>
  <w:style w:type="paragraph" w:styleId="Fuzeile">
    <w:name w:val="footer"/>
    <w:basedOn w:val="Standard"/>
    <w:link w:val="Fu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4DD6"/>
  </w:style>
  <w:style w:type="character" w:customStyle="1" w:styleId="berschrift1Zchn">
    <w:name w:val="Überschrift 1 Zchn"/>
    <w:basedOn w:val="Absatz-Standardschriftart"/>
    <w:link w:val="berschrift1"/>
    <w:uiPriority w:val="9"/>
    <w:rsid w:val="00462396"/>
    <w:rPr>
      <w:rFonts w:ascii="Calibri" w:eastAsiaTheme="majorEastAsia" w:hAnsi="Calibri" w:cstheme="majorBidi"/>
      <w:b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62396"/>
    <w:rPr>
      <w:rFonts w:ascii="Calibri" w:eastAsiaTheme="majorEastAsia" w:hAnsi="Calibri" w:cstheme="majorBidi"/>
      <w:b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2ABD"/>
    <w:rPr>
      <w:rFonts w:ascii="Calibri" w:eastAsiaTheme="majorEastAsia" w:hAnsi="Calibri" w:cstheme="majorBidi"/>
      <w:b/>
      <w:sz w:val="19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2396"/>
    <w:rPr>
      <w:rFonts w:ascii="Calibri Light" w:eastAsiaTheme="majorEastAsia" w:hAnsi="Calibri Light" w:cstheme="majorBidi"/>
      <w:color w:val="004E71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472A8"/>
    <w:rPr>
      <w:rFonts w:eastAsiaTheme="majorEastAsia" w:cstheme="majorBidi"/>
      <w:i/>
      <w:iCs/>
      <w:color w:val="004E71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472A8"/>
    <w:rPr>
      <w:rFonts w:eastAsiaTheme="majorEastAsia" w:cstheme="majorBidi"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472A8"/>
    <w:rPr>
      <w:rFonts w:eastAsiaTheme="majorEastAsia" w:cstheme="majorBidi"/>
      <w:i/>
      <w:iCs/>
      <w:color w:val="272727" w:themeColor="text1" w:themeTint="D8"/>
    </w:rPr>
  </w:style>
  <w:style w:type="paragraph" w:styleId="Aufzhlungszeichen2">
    <w:name w:val="List Bullet 2"/>
    <w:basedOn w:val="Standard"/>
    <w:uiPriority w:val="2"/>
    <w:rsid w:val="00771F6B"/>
    <w:pPr>
      <w:numPr>
        <w:numId w:val="5"/>
      </w:numPr>
      <w:ind w:left="714" w:hanging="357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left="720" w:right="284" w:hanging="720"/>
    </w:pPr>
    <w:rPr>
      <w:rFonts w:ascii="Calibri" w:hAnsi="Calibri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right="284"/>
    </w:pPr>
    <w:rPr>
      <w:noProof/>
    </w:rPr>
  </w:style>
  <w:style w:type="character" w:styleId="Hervorhebung">
    <w:name w:val="Emphasis"/>
    <w:basedOn w:val="Absatz-Standardschriftart"/>
    <w:uiPriority w:val="20"/>
    <w:semiHidden/>
    <w:qFormat/>
    <w:rsid w:val="00BE2ABD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CD72E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5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51B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4"/>
    <w:qFormat/>
    <w:rsid w:val="00462396"/>
    <w:pPr>
      <w:pBdr>
        <w:top w:val="single" w:sz="8" w:space="1" w:color="FFFFFF" w:themeColor="background1"/>
        <w:bottom w:val="single" w:sz="12" w:space="2" w:color="000000" w:themeColor="text1"/>
      </w:pBdr>
      <w:spacing w:after="510"/>
    </w:pPr>
    <w:rPr>
      <w:rFonts w:ascii="Calibri" w:eastAsiaTheme="majorEastAsia" w:hAnsi="Calibri" w:cstheme="majorBidi"/>
      <w:b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462396"/>
    <w:rPr>
      <w:rFonts w:ascii="Calibri" w:eastAsiaTheme="majorEastAsia" w:hAnsi="Calibri" w:cstheme="majorBidi"/>
      <w:b/>
      <w:kern w:val="28"/>
      <w:sz w:val="28"/>
      <w:szCs w:val="52"/>
    </w:rPr>
  </w:style>
  <w:style w:type="paragraph" w:customStyle="1" w:styleId="Thema">
    <w:name w:val="Thema"/>
    <w:basedOn w:val="Titel"/>
    <w:next w:val="Standard"/>
    <w:uiPriority w:val="5"/>
    <w:qFormat/>
    <w:rsid w:val="00250FFF"/>
    <w:pPr>
      <w:pBdr>
        <w:top w:val="none" w:sz="0" w:space="0" w:color="auto"/>
      </w:pBdr>
    </w:pPr>
  </w:style>
  <w:style w:type="paragraph" w:styleId="Untertitel">
    <w:name w:val="Subtitle"/>
    <w:basedOn w:val="Standard"/>
    <w:next w:val="Standard"/>
    <w:link w:val="UntertitelZchn"/>
    <w:uiPriority w:val="6"/>
    <w:qFormat/>
    <w:rsid w:val="00BE2ABD"/>
    <w:pPr>
      <w:numPr>
        <w:ilvl w:val="1"/>
      </w:numPr>
      <w:pBdr>
        <w:bottom w:val="single" w:sz="8" w:space="1" w:color="000000" w:themeColor="text1"/>
      </w:pBdr>
      <w:spacing w:after="170"/>
    </w:pPr>
    <w:rPr>
      <w:rFonts w:ascii="Calibri" w:eastAsiaTheme="majorEastAsia" w:hAnsi="Calibri" w:cstheme="majorBidi"/>
      <w:b/>
      <w:iCs/>
      <w:color w:val="auto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6"/>
    <w:rsid w:val="00793B26"/>
    <w:rPr>
      <w:rFonts w:ascii="Calibri" w:eastAsiaTheme="majorEastAsia" w:hAnsi="Calibri" w:cstheme="majorBidi"/>
      <w:b/>
      <w:iCs/>
      <w:color w:val="auto"/>
      <w:sz w:val="24"/>
      <w:szCs w:val="24"/>
    </w:rPr>
  </w:style>
  <w:style w:type="paragraph" w:styleId="Aufzhlungszeichen">
    <w:name w:val="List Bullet"/>
    <w:basedOn w:val="Standard"/>
    <w:uiPriority w:val="2"/>
    <w:rsid w:val="00771F6B"/>
    <w:pPr>
      <w:numPr>
        <w:numId w:val="4"/>
      </w:numPr>
      <w:ind w:left="357" w:hanging="357"/>
      <w:contextualSpacing/>
    </w:pPr>
  </w:style>
  <w:style w:type="paragraph" w:styleId="Listennummer">
    <w:name w:val="List Number"/>
    <w:basedOn w:val="Standard"/>
    <w:uiPriority w:val="3"/>
    <w:rsid w:val="00771F6B"/>
    <w:pPr>
      <w:numPr>
        <w:numId w:val="7"/>
      </w:numPr>
      <w:contextualSpacing/>
    </w:pPr>
  </w:style>
  <w:style w:type="paragraph" w:styleId="Listennummer2">
    <w:name w:val="List Number 2"/>
    <w:basedOn w:val="Standard"/>
    <w:uiPriority w:val="3"/>
    <w:rsid w:val="00771F6B"/>
    <w:pPr>
      <w:numPr>
        <w:numId w:val="8"/>
      </w:numPr>
      <w:tabs>
        <w:tab w:val="clear" w:pos="643"/>
      </w:tabs>
      <w:ind w:left="714" w:hanging="357"/>
    </w:pPr>
  </w:style>
  <w:style w:type="paragraph" w:styleId="Listennummer3">
    <w:name w:val="List Number 3"/>
    <w:basedOn w:val="Standard"/>
    <w:uiPriority w:val="3"/>
    <w:rsid w:val="00771F6B"/>
    <w:pPr>
      <w:numPr>
        <w:numId w:val="9"/>
      </w:numPr>
      <w:tabs>
        <w:tab w:val="clear" w:pos="926"/>
      </w:tabs>
      <w:ind w:left="1071" w:hanging="357"/>
      <w:contextualSpacing/>
    </w:pPr>
  </w:style>
  <w:style w:type="paragraph" w:styleId="Aufzhlungszeichen3">
    <w:name w:val="List Bullet 3"/>
    <w:basedOn w:val="Standard"/>
    <w:uiPriority w:val="2"/>
    <w:rsid w:val="00771F6B"/>
    <w:pPr>
      <w:numPr>
        <w:numId w:val="6"/>
      </w:numPr>
      <w:ind w:left="1071" w:hanging="357"/>
      <w:contextualSpacing/>
    </w:pPr>
  </w:style>
  <w:style w:type="paragraph" w:styleId="Beschriftung">
    <w:name w:val="caption"/>
    <w:basedOn w:val="Standard"/>
    <w:next w:val="Standard"/>
    <w:uiPriority w:val="49"/>
    <w:qFormat/>
    <w:rsid w:val="007A59D3"/>
    <w:pPr>
      <w:pBdr>
        <w:bottom w:val="single" w:sz="8" w:space="2" w:color="000000" w:themeColor="text1"/>
      </w:pBdr>
      <w:spacing w:after="170"/>
    </w:pPr>
    <w:rPr>
      <w:bCs/>
      <w:color w:val="auto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7A59D3"/>
  </w:style>
  <w:style w:type="table" w:styleId="Tabellenraster">
    <w:name w:val="Table Grid"/>
    <w:basedOn w:val="NormaleTabelle"/>
    <w:uiPriority w:val="39"/>
    <w:rsid w:val="004A2CDD"/>
    <w:pPr>
      <w:spacing w:after="240" w:line="240" w:lineRule="auto"/>
    </w:p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paragraph" w:styleId="Listenabsatz">
    <w:name w:val="List Paragraph"/>
    <w:basedOn w:val="Standard"/>
    <w:uiPriority w:val="34"/>
    <w:semiHidden/>
    <w:qFormat/>
    <w:rsid w:val="00A532C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116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116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11687"/>
    <w:rPr>
      <w:rFonts w:ascii="Calibri Light" w:hAnsi="Calibri Light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16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1687"/>
    <w:rPr>
      <w:rFonts w:ascii="Calibri Light" w:hAnsi="Calibri Light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D62FF"/>
    <w:pPr>
      <w:spacing w:line="240" w:lineRule="auto"/>
    </w:pPr>
    <w:rPr>
      <w:rFonts w:ascii="Calibri Light" w:hAnsi="Calibri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Azure%20Information%20Protection\WatermarkTemplate.dotx" TargetMode="External"/></Relationships>
</file>

<file path=word/theme/theme1.xml><?xml version="1.0" encoding="utf-8"?>
<a:theme xmlns:a="http://schemas.openxmlformats.org/drawingml/2006/main" name="Larissa">
  <a:themeElements>
    <a:clrScheme name="Konvinik">
      <a:dk1>
        <a:srgbClr val="000000"/>
      </a:dk1>
      <a:lt1>
        <a:srgbClr val="FFFFFF"/>
      </a:lt1>
      <a:dk2>
        <a:srgbClr val="D9DEE2"/>
      </a:dk2>
      <a:lt2>
        <a:srgbClr val="F2F4F6"/>
      </a:lt2>
      <a:accent1>
        <a:srgbClr val="009FE3"/>
      </a:accent1>
      <a:accent2>
        <a:srgbClr val="008A3B"/>
      </a:accent2>
      <a:accent3>
        <a:srgbClr val="96C121"/>
      </a:accent3>
      <a:accent4>
        <a:srgbClr val="FFCC07"/>
      </a:accent4>
      <a:accent5>
        <a:srgbClr val="ED6B0B"/>
      </a:accent5>
      <a:accent6>
        <a:srgbClr val="E21A1F"/>
      </a:accent6>
      <a:hlink>
        <a:srgbClr val="0000FF"/>
      </a:hlink>
      <a:folHlink>
        <a:srgbClr val="800080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793EC-4880-4CC3-8B04-6C5B2A71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WatermarkTemplate</Template>
  <TotalTime>0</TotalTime>
  <Pages>2</Pages>
  <Words>234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Ectaveo AG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Bossart</dc:creator>
  <cp:lastModifiedBy>Joëlle Clemen</cp:lastModifiedBy>
  <cp:revision>2</cp:revision>
  <cp:lastPrinted>2016-12-09T14:55:00Z</cp:lastPrinted>
  <dcterms:created xsi:type="dcterms:W3CDTF">2021-06-23T09:21:00Z</dcterms:created>
  <dcterms:modified xsi:type="dcterms:W3CDTF">2021-06-23T09:21:00Z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9508ac-8ac4-4ec6-977e-e0ef084c4e98_Enabled">
    <vt:lpwstr>true</vt:lpwstr>
  </property>
  <property fmtid="{D5CDD505-2E9C-101B-9397-08002B2CF9AE}" pid="3" name="MSIP_Label_0b9508ac-8ac4-4ec6-977e-e0ef084c4e98_SetDate">
    <vt:lpwstr>2021-05-21T14:26:29Z</vt:lpwstr>
  </property>
  <property fmtid="{D5CDD505-2E9C-101B-9397-08002B2CF9AE}" pid="4" name="MSIP_Label_0b9508ac-8ac4-4ec6-977e-e0ef084c4e98_Method">
    <vt:lpwstr>Standard</vt:lpwstr>
  </property>
  <property fmtid="{D5CDD505-2E9C-101B-9397-08002B2CF9AE}" pid="5" name="MSIP_Label_0b9508ac-8ac4-4ec6-977e-e0ef084c4e98_Name">
    <vt:lpwstr>CH_Internal</vt:lpwstr>
  </property>
  <property fmtid="{D5CDD505-2E9C-101B-9397-08002B2CF9AE}" pid="6" name="MSIP_Label_0b9508ac-8ac4-4ec6-977e-e0ef084c4e98_SiteId">
    <vt:lpwstr>396b38cc-aa65-492b-bb0e-3d94ed25a97b</vt:lpwstr>
  </property>
  <property fmtid="{D5CDD505-2E9C-101B-9397-08002B2CF9AE}" pid="7" name="MSIP_Label_0b9508ac-8ac4-4ec6-977e-e0ef084c4e98_ActionId">
    <vt:lpwstr>db2cdcd6-0776-44b2-960c-36d33c55df07</vt:lpwstr>
  </property>
  <property fmtid="{D5CDD505-2E9C-101B-9397-08002B2CF9AE}" pid="8" name="MSIP_Label_0b9508ac-8ac4-4ec6-977e-e0ef084c4e98_ContentBits">
    <vt:lpwstr>4</vt:lpwstr>
  </property>
</Properties>
</file>